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737C6AFB" w:rsidR="00F422D3" w:rsidRDefault="00F422D3" w:rsidP="00BB1390">
      <w:pPr>
        <w:pStyle w:val="Titul2"/>
      </w:pPr>
      <w:r>
        <w:t xml:space="preserve">Název </w:t>
      </w:r>
      <w:r w:rsidRPr="00BB1390">
        <w:t>zakázky</w:t>
      </w:r>
      <w:r>
        <w:t>: „</w:t>
      </w:r>
      <w:r w:rsidR="00CA0EA6" w:rsidRPr="00CA0EA6">
        <w:t>Doplnění závor na přejezdu P7744 v km 284,986 trati Ostrava – Opava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B101707" w:rsidR="00F422D3" w:rsidRDefault="00F422D3" w:rsidP="00B42F40">
      <w:pPr>
        <w:pStyle w:val="Textbezodsazen"/>
      </w:pPr>
      <w:r>
        <w:t>ISPROFOND</w:t>
      </w:r>
      <w:r w:rsidR="00A07DDA">
        <w:t>/SUBISPROFIN</w:t>
      </w:r>
      <w:r>
        <w:t>:</w:t>
      </w:r>
      <w:r w:rsidR="00A540EE">
        <w:t xml:space="preserve"> 3213514800</w:t>
      </w:r>
      <w:r w:rsidR="00CA0EA6">
        <w:t>/5813520093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37399B1" w:rsidR="007D26F9" w:rsidRDefault="007D26F9" w:rsidP="00BC5BDD">
      <w:pPr>
        <w:pStyle w:val="Text1-1"/>
      </w:pPr>
      <w:r>
        <w:t xml:space="preserve">Objednatel oznámil </w:t>
      </w:r>
      <w:r w:rsidR="00121010" w:rsidRPr="00CA0EA6">
        <w:t xml:space="preserve">uveřejněním na Profilu zadavatele: </w:t>
      </w:r>
      <w:hyperlink r:id="rId11" w:history="1">
        <w:r w:rsidR="00121010" w:rsidRPr="00CA0EA6">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CA0EA6" w:rsidRPr="00CA0EA6">
        <w:rPr>
          <w:rStyle w:val="Tun"/>
        </w:rPr>
        <w:t>Doplnění závor na přejezdu P7744 v km 284,986 trati Ostrava – Opava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85ACBF1" w:rsidR="007D26F9" w:rsidRDefault="007D26F9" w:rsidP="00BC5BDD">
      <w:pPr>
        <w:pStyle w:val="Textbezslovn"/>
        <w:rPr>
          <w:rStyle w:val="Tun"/>
          <w:b w:val="0"/>
        </w:rPr>
      </w:pPr>
      <w:r w:rsidRPr="008F7242">
        <w:rPr>
          <w:rStyle w:val="Tun"/>
        </w:rPr>
        <w:t xml:space="preserve">Celková lhůta pro dokončení Díla </w:t>
      </w:r>
      <w:r w:rsidRPr="00517C97">
        <w:rPr>
          <w:rStyle w:val="Tun"/>
          <w:b w:val="0"/>
        </w:rPr>
        <w:t>činí celkem</w:t>
      </w:r>
      <w:r w:rsidR="00CA0EA6">
        <w:rPr>
          <w:rStyle w:val="Tun"/>
        </w:rPr>
        <w:t xml:space="preserve"> 28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4CF51AB0" w14:textId="4374D587" w:rsidR="00CA0EA6" w:rsidRPr="008F7242" w:rsidRDefault="00CA0EA6" w:rsidP="00BC5BDD">
      <w:pPr>
        <w:pStyle w:val="Textbezslovn"/>
        <w:rPr>
          <w:rStyle w:val="Tun"/>
        </w:rPr>
      </w:pPr>
      <w:r w:rsidRPr="00CA0EA6">
        <w:rPr>
          <w:rStyle w:val="Tun"/>
        </w:rPr>
        <w:t xml:space="preserve">Lhůta pro dokončení stavebních prací technologické části </w:t>
      </w:r>
      <w:r w:rsidRPr="00CA0EA6">
        <w:rPr>
          <w:rStyle w:val="Tun"/>
          <w:b w:val="0"/>
          <w:bCs/>
        </w:rPr>
        <w:t>činí celkem</w:t>
      </w:r>
      <w:r w:rsidRPr="00CA0EA6">
        <w:rPr>
          <w:rStyle w:val="Tun"/>
        </w:rPr>
        <w:t xml:space="preserve"> 6 měsíců ode Dne zahájení stavebních prací </w:t>
      </w:r>
      <w:r w:rsidRPr="00CA0EA6">
        <w:rPr>
          <w:rStyle w:val="Tun"/>
          <w:b w:val="0"/>
          <w:bCs/>
        </w:rPr>
        <w:t>(dokladem prokazujícím, že Zhotovitel dokončil stavební práce a předal Objednateli veškerá plnění připadající na tuto část Díla, je poslední Zápis o předání a převzetí Díla).</w:t>
      </w:r>
    </w:p>
    <w:p w14:paraId="3AC6763F" w14:textId="234F00AC" w:rsidR="007D26F9" w:rsidRDefault="007D26F9" w:rsidP="00BC5BDD">
      <w:pPr>
        <w:pStyle w:val="Textbezslovn"/>
      </w:pPr>
      <w:r w:rsidRPr="00517C97">
        <w:rPr>
          <w:b/>
        </w:rPr>
        <w:t>Lhůta pro dokončení stavebních prací</w:t>
      </w:r>
      <w:r>
        <w:t xml:space="preserve"> činí celkem </w:t>
      </w:r>
      <w:r w:rsidR="00CA0EA6" w:rsidRPr="00CA0EA6">
        <w:rPr>
          <w:b/>
          <w:bCs/>
        </w:rPr>
        <w:t>22</w:t>
      </w:r>
      <w:r w:rsidRPr="00CA0EA6">
        <w:rPr>
          <w:rStyle w:val="Tun"/>
          <w:b w:val="0"/>
          <w:bCs/>
        </w:rPr>
        <w:t xml:space="preserve"> </w:t>
      </w:r>
      <w:r w:rsidRPr="008F7242">
        <w:rPr>
          <w:rStyle w:val="Tun"/>
        </w:rPr>
        <w:t>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77E8FE12" w:rsidR="002D7AA5" w:rsidRPr="009A12BD" w:rsidRDefault="00E00CD2" w:rsidP="002D7AA5">
      <w:pPr>
        <w:pStyle w:val="Odrka1-3"/>
        <w:numPr>
          <w:ilvl w:val="0"/>
          <w:numId w:val="0"/>
        </w:numPr>
        <w:ind w:left="709"/>
      </w:pPr>
      <w:r w:rsidRPr="00CA0EA6">
        <w:rPr>
          <w:b/>
          <w:bCs/>
        </w:rPr>
        <w:t>Následná</w:t>
      </w:r>
      <w:r w:rsidRPr="00CA0EA6">
        <w:rPr>
          <w:bCs/>
        </w:rPr>
        <w:t xml:space="preserve"> </w:t>
      </w:r>
      <w:r w:rsidRPr="00CA0EA6">
        <w:rPr>
          <w:b/>
          <w:bCs/>
        </w:rPr>
        <w:t>úprava směrového a výškového uspořádání koleje</w:t>
      </w:r>
      <w:r w:rsidRPr="00CA0EA6">
        <w:rPr>
          <w:bCs/>
        </w:rPr>
        <w:t xml:space="preserve">, která se týká </w:t>
      </w:r>
      <w:r w:rsidR="00CA0EA6" w:rsidRPr="00CA0EA6">
        <w:rPr>
          <w:b/>
        </w:rPr>
        <w:t>SO 21-10-01.2 Železniční svršek, P7744 v km 284,986, následná úprava</w:t>
      </w:r>
      <w:r w:rsidRPr="00CA0EA6">
        <w:rPr>
          <w:bCs/>
        </w:rPr>
        <w:t xml:space="preserve">, bude provedena do </w:t>
      </w:r>
      <w:r w:rsidR="00CA0EA6" w:rsidRPr="00CA0EA6">
        <w:rPr>
          <w:b/>
          <w:bCs/>
        </w:rPr>
        <w:t>5</w:t>
      </w:r>
      <w:r w:rsidRPr="00CA0EA6">
        <w:rPr>
          <w:b/>
          <w:bCs/>
        </w:rPr>
        <w:t xml:space="preserve"> měsíců</w:t>
      </w:r>
      <w:r w:rsidRPr="00CA0EA6">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CA0EA6">
        <w:rPr>
          <w:bCs/>
        </w:rPr>
        <w:t xml:space="preserve"> </w:t>
      </w:r>
    </w:p>
    <w:p w14:paraId="07B97483" w14:textId="29654D96" w:rsidR="007D26F9" w:rsidRPr="00CA0EA6" w:rsidRDefault="007D26F9" w:rsidP="00CA0EA6">
      <w:pPr>
        <w:pStyle w:val="Textbezslovn"/>
      </w:pPr>
      <w:r w:rsidRPr="003E7501">
        <w:rPr>
          <w:b/>
        </w:rPr>
        <w:t xml:space="preserve">Předání </w:t>
      </w:r>
      <w:r w:rsidRPr="00CA0EA6">
        <w:rPr>
          <w:b/>
        </w:rPr>
        <w:t>posouzení interoperability</w:t>
      </w:r>
      <w:r w:rsidRPr="00CA0EA6">
        <w:t xml:space="preserve">, včetně zajištění všech souvisejících dokladů, podle </w:t>
      </w:r>
      <w:proofErr w:type="spellStart"/>
      <w:r w:rsidRPr="00CA0EA6">
        <w:t>ust</w:t>
      </w:r>
      <w:proofErr w:type="spellEnd"/>
      <w:r w:rsidRPr="00CA0EA6">
        <w:t>. § 49b zákona 266/1994 Sb.</w:t>
      </w:r>
      <w:r w:rsidR="001624A7" w:rsidRPr="00CA0EA6">
        <w:t>, o dráhách,</w:t>
      </w:r>
      <w:r w:rsidRPr="00CA0EA6">
        <w:t xml:space="preserve"> ve znění pozdějších předpisů, </w:t>
      </w:r>
      <w:r w:rsidRPr="00CA0EA6">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w:t>
      </w:r>
      <w:r>
        <w:lastRenderedPageBreak/>
        <w:t>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492ED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8A31E9" w:rsidRDefault="007A0137" w:rsidP="007A0137">
      <w:pPr>
        <w:pStyle w:val="Text1-1"/>
        <w:numPr>
          <w:ilvl w:val="1"/>
          <w:numId w:val="9"/>
        </w:numPr>
      </w:pPr>
      <w:r w:rsidRPr="008A31E9">
        <w:t>Objednatel si vyhrazuje:</w:t>
      </w:r>
    </w:p>
    <w:p w14:paraId="38C30A41" w14:textId="77777777" w:rsidR="007A0137" w:rsidRPr="008A31E9" w:rsidRDefault="007A0137" w:rsidP="007A0137">
      <w:pPr>
        <w:pStyle w:val="Text1-2"/>
        <w:numPr>
          <w:ilvl w:val="0"/>
          <w:numId w:val="0"/>
        </w:numPr>
        <w:ind w:left="1134"/>
      </w:pPr>
      <w:r w:rsidRPr="008A31E9">
        <w:t>požadavek, že ní</w:t>
      </w:r>
      <w:r w:rsidRPr="008A31E9">
        <w:rPr>
          <w:rStyle w:val="Text1-2Char"/>
        </w:rPr>
        <w:t>ž</w:t>
      </w:r>
      <w:r w:rsidRPr="008A31E9">
        <w:t>e uvedené významné činnosti při plnění veřejné zakázky musí být plněny přímo Zhotovitelem jeho vlastními prostředky:</w:t>
      </w:r>
    </w:p>
    <w:p w14:paraId="1ABCCAB2" w14:textId="26E2BF3F" w:rsidR="007A0137" w:rsidRPr="008A31E9" w:rsidRDefault="008A31E9" w:rsidP="008A31E9">
      <w:pPr>
        <w:pStyle w:val="Odrka1-1"/>
        <w:numPr>
          <w:ilvl w:val="0"/>
          <w:numId w:val="6"/>
        </w:numPr>
        <w:spacing w:after="0"/>
      </w:pPr>
      <w:bookmarkStart w:id="0" w:name="_Hlk175291472"/>
      <w:r w:rsidRPr="00E36F6F">
        <w:rPr>
          <w:b/>
        </w:rPr>
        <w:t>Realizace spočívající v dodávce a montáži technologického zařízení v rámci:</w:t>
      </w:r>
      <w:r>
        <w:rPr>
          <w:b/>
        </w:rPr>
        <w:t xml:space="preserve"> </w:t>
      </w:r>
      <w:r w:rsidRPr="001A164D">
        <w:rPr>
          <w:b/>
        </w:rPr>
        <w:t xml:space="preserve">PS </w:t>
      </w:r>
      <w:r>
        <w:rPr>
          <w:b/>
        </w:rPr>
        <w:t xml:space="preserve">21-01-31 PZS P7744 v km 284,986 (mimo výkopových prací a </w:t>
      </w:r>
      <w:r w:rsidRPr="00D20808">
        <w:rPr>
          <w:b/>
        </w:rPr>
        <w:t>zeměměři</w:t>
      </w:r>
      <w:r w:rsidR="00D20808" w:rsidRPr="00D20808">
        <w:rPr>
          <w:b/>
        </w:rPr>
        <w:t>c</w:t>
      </w:r>
      <w:r w:rsidRPr="00D20808">
        <w:rPr>
          <w:b/>
        </w:rPr>
        <w:t>kých</w:t>
      </w:r>
      <w:r>
        <w:rPr>
          <w:b/>
        </w:rPr>
        <w:t xml:space="preserve"> činností)</w:t>
      </w:r>
      <w:bookmarkEnd w:id="0"/>
      <w:r>
        <w:rPr>
          <w:b/>
        </w:rPr>
        <w:t>.</w:t>
      </w:r>
    </w:p>
    <w:p w14:paraId="60545938" w14:textId="77777777" w:rsidR="008A31E9" w:rsidRPr="008A31E9" w:rsidRDefault="008A31E9" w:rsidP="008A31E9">
      <w:pPr>
        <w:pStyle w:val="Odrka1-1"/>
        <w:numPr>
          <w:ilvl w:val="0"/>
          <w:numId w:val="0"/>
        </w:numPr>
        <w:spacing w:after="0"/>
        <w:ind w:left="1077"/>
      </w:pP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5F41458D" w:rsidR="007A0137" w:rsidRPr="008A31E9" w:rsidRDefault="007A0137" w:rsidP="008A31E9">
      <w:pPr>
        <w:pStyle w:val="Text1-1"/>
        <w:numPr>
          <w:ilvl w:val="1"/>
          <w:numId w:val="9"/>
        </w:numPr>
      </w:pPr>
      <w:r w:rsidRPr="008A31E9">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6B57195A"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2" w:name="_Hlk175300597"/>
      <w:r w:rsidR="008A31E9" w:rsidRPr="008A31E9">
        <w:rPr>
          <w:b/>
          <w:bCs/>
        </w:rPr>
        <w:t>OP/R/30/24</w:t>
      </w:r>
      <w:bookmarkEnd w:id="2"/>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A403883" w:rsidR="007D26F9" w:rsidRDefault="00F43D42" w:rsidP="00F43D42">
      <w:pPr>
        <w:pStyle w:val="Textbezslovn"/>
        <w:ind w:left="2127"/>
      </w:pPr>
      <w:r>
        <w:t xml:space="preserve">b) </w:t>
      </w:r>
      <w:r w:rsidR="007D26F9">
        <w:t xml:space="preserve">Všeobecné technické podmínky – </w:t>
      </w:r>
      <w:r w:rsidR="008A31E9" w:rsidRPr="008A31E9">
        <w:rPr>
          <w:b/>
          <w:bCs/>
        </w:rPr>
        <w:t>VTP/R/16/22</w:t>
      </w:r>
    </w:p>
    <w:p w14:paraId="239F0F49" w14:textId="337D3A24" w:rsidR="007D26F9" w:rsidRDefault="00F43D42" w:rsidP="00F43D42">
      <w:pPr>
        <w:pStyle w:val="Textbezslovn"/>
        <w:ind w:left="2127"/>
      </w:pPr>
      <w:r>
        <w:t xml:space="preserve">c) </w:t>
      </w:r>
      <w:r w:rsidR="007D26F9">
        <w:t xml:space="preserve">Zvláštní technické podmínky </w:t>
      </w:r>
      <w:r w:rsidR="008A31E9">
        <w:t xml:space="preserve">– </w:t>
      </w:r>
      <w:bookmarkStart w:id="3" w:name="_Hlk175300610"/>
      <w:r w:rsidR="008A31E9" w:rsidRPr="008A31E9">
        <w:rPr>
          <w:b/>
          <w:bCs/>
        </w:rPr>
        <w:t>ZTP „Doplnění závor na přejezdu P7744 v km 284,986 trati Ostrava – Opava“</w:t>
      </w:r>
      <w:r w:rsidR="008A31E9">
        <w:t xml:space="preserve"> ze dne 16.8.2024</w:t>
      </w:r>
      <w:bookmarkEnd w:id="3"/>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81E6249" w:rsidR="00CB4F6D" w:rsidRPr="008A31E9" w:rsidRDefault="008A31E9" w:rsidP="00CB4F6D">
      <w:pPr>
        <w:pStyle w:val="Textbezodsazen"/>
        <w:rPr>
          <w:b/>
          <w:bCs/>
        </w:rPr>
      </w:pPr>
      <w:r w:rsidRPr="008A31E9">
        <w:rPr>
          <w:b/>
          <w:bCs/>
        </w:rPr>
        <w:t>OP/R/30/24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74A93131"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8A31E9">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5A5183E"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8A31E9" w:rsidRPr="008A31E9">
        <w:rPr>
          <w:b/>
        </w:rPr>
        <w:t>ZTP „Doplnění závor na přejezdu P7744 v km 284,986 trati Ostrava – Opava“ ze dne 16.8.2024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9386713" w14:textId="24025FEA" w:rsidR="008A31E9" w:rsidRPr="008A31E9" w:rsidRDefault="008A31E9" w:rsidP="008A31E9">
      <w:pPr>
        <w:pStyle w:val="Odrka1-1"/>
      </w:pPr>
      <w:r w:rsidRPr="008A31E9">
        <w:t xml:space="preserve">DUSP + PDPS, zpracovaný společností </w:t>
      </w:r>
      <w:proofErr w:type="spellStart"/>
      <w:r w:rsidRPr="008A31E9">
        <w:t>Signal</w:t>
      </w:r>
      <w:proofErr w:type="spellEnd"/>
      <w:r w:rsidRPr="008A31E9">
        <w:t xml:space="preserve"> Projekt s.r.o., Vídeňská 55, 639 00 Brno, IČ 25525441, datum zpracování </w:t>
      </w:r>
      <w:r>
        <w:t>4</w:t>
      </w:r>
      <w:r w:rsidRPr="008A31E9">
        <w:t xml:space="preserve">/2024 </w:t>
      </w:r>
    </w:p>
    <w:p w14:paraId="1E96934B" w14:textId="4BBBFC4E" w:rsidR="00985DF9" w:rsidRPr="000C2B01" w:rsidRDefault="00985DF9" w:rsidP="00985DF9">
      <w:pPr>
        <w:pStyle w:val="Odrka1-1"/>
      </w:pPr>
      <w:r w:rsidRPr="008A31E9">
        <w:t>Stavební povolení</w:t>
      </w:r>
      <w:r w:rsidR="008A31E9">
        <w:t xml:space="preserve"> bude předáno vybranému dodavateli.</w:t>
      </w:r>
      <w:r w:rsidRPr="000C2B01">
        <w:t xml:space="preserve"> </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14DF4C66" w14:textId="77777777" w:rsidR="008A31E9" w:rsidRPr="00F95FBD" w:rsidRDefault="008A31E9" w:rsidP="008A31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A31E9" w:rsidRPr="00F95FBD" w14:paraId="0E23058F" w14:textId="77777777" w:rsidTr="00683EE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82ABC9" w14:textId="77777777" w:rsidR="008A31E9" w:rsidRPr="00F95FBD" w:rsidRDefault="008A31E9" w:rsidP="00683EE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10529D8" w14:textId="77777777" w:rsidR="008A31E9" w:rsidRPr="00E83F86" w:rsidRDefault="008A31E9" w:rsidP="00683EE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8A31E9" w:rsidRPr="00F95FBD" w14:paraId="4FFF5539" w14:textId="77777777" w:rsidTr="00683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98FA5D" w14:textId="77777777" w:rsidR="008A31E9" w:rsidRPr="008175E5" w:rsidRDefault="008A31E9" w:rsidP="00683EEC">
            <w:pPr>
              <w:pStyle w:val="Tabulka"/>
              <w:rPr>
                <w:rStyle w:val="Nadpisvtabulce"/>
                <w:b w:val="0"/>
              </w:rPr>
            </w:pPr>
            <w:r w:rsidRPr="008175E5">
              <w:rPr>
                <w:rStyle w:val="Nadpisvtabulce"/>
                <w:b w:val="0"/>
              </w:rPr>
              <w:t>Adresa</w:t>
            </w:r>
          </w:p>
        </w:tc>
        <w:tc>
          <w:tcPr>
            <w:tcW w:w="5812" w:type="dxa"/>
            <w:vAlign w:val="top"/>
          </w:tcPr>
          <w:p w14:paraId="37C9C390" w14:textId="77777777" w:rsidR="008A31E9" w:rsidRDefault="008A31E9" w:rsidP="00683EE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26035DE" w14:textId="77777777" w:rsidR="008A31E9" w:rsidRPr="00E83F86" w:rsidRDefault="008A31E9" w:rsidP="00683EE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A31E9" w:rsidRPr="00F95FBD" w14:paraId="34F3D543" w14:textId="77777777" w:rsidTr="00683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7541CE" w14:textId="77777777" w:rsidR="008A31E9" w:rsidRPr="00F95FBD" w:rsidRDefault="008A31E9" w:rsidP="00683EEC">
            <w:pPr>
              <w:pStyle w:val="Tabulka"/>
            </w:pPr>
            <w:r w:rsidRPr="00F95FBD">
              <w:t>E-mail</w:t>
            </w:r>
          </w:p>
        </w:tc>
        <w:tc>
          <w:tcPr>
            <w:tcW w:w="5812" w:type="dxa"/>
            <w:vAlign w:val="top"/>
          </w:tcPr>
          <w:p w14:paraId="5A6A23FF" w14:textId="77777777" w:rsidR="008A31E9" w:rsidRPr="00E83F86" w:rsidRDefault="00A540EE" w:rsidP="00683EE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8A31E9" w:rsidRPr="001B00BE">
                <w:rPr>
                  <w:rStyle w:val="Hypertextovodkaz"/>
                  <w:noProof w:val="0"/>
                </w:rPr>
                <w:t>Bocak@spravazeleznic.cz</w:t>
              </w:r>
            </w:hyperlink>
            <w:r w:rsidR="008A31E9">
              <w:t xml:space="preserve"> </w:t>
            </w:r>
          </w:p>
        </w:tc>
      </w:tr>
      <w:tr w:rsidR="008A31E9" w:rsidRPr="00F95FBD" w14:paraId="532F164B" w14:textId="77777777" w:rsidTr="00683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494D33" w14:textId="77777777" w:rsidR="008A31E9" w:rsidRPr="00F95FBD" w:rsidRDefault="008A31E9" w:rsidP="00683EEC">
            <w:pPr>
              <w:pStyle w:val="Tabulka"/>
            </w:pPr>
            <w:r w:rsidRPr="00F95FBD">
              <w:t>Telefon</w:t>
            </w:r>
          </w:p>
        </w:tc>
        <w:tc>
          <w:tcPr>
            <w:tcW w:w="5812" w:type="dxa"/>
            <w:vAlign w:val="top"/>
          </w:tcPr>
          <w:p w14:paraId="5C23598B" w14:textId="77777777" w:rsidR="008A31E9" w:rsidRPr="00E83F86" w:rsidRDefault="008A31E9" w:rsidP="00683E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50770B32" w14:textId="77777777" w:rsidR="008A31E9" w:rsidRDefault="008A31E9" w:rsidP="008A31E9">
      <w:pPr>
        <w:pStyle w:val="Textbezodsazen"/>
      </w:pPr>
    </w:p>
    <w:p w14:paraId="01F54FBD" w14:textId="77777777" w:rsidR="008A31E9" w:rsidRPr="00F95FBD" w:rsidRDefault="008A31E9" w:rsidP="008A31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A31E9" w:rsidRPr="00F95FBD" w14:paraId="0DD969F5" w14:textId="77777777" w:rsidTr="00683EE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00BF95" w14:textId="77777777" w:rsidR="008A31E9" w:rsidRPr="00F95FBD" w:rsidRDefault="008A31E9" w:rsidP="00683EE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C27A45" w14:textId="1EF7EFBE" w:rsidR="008A31E9" w:rsidRPr="00E83F86" w:rsidRDefault="008A31E9" w:rsidP="00683EEC">
            <w:pPr>
              <w:pStyle w:val="Tabulka"/>
              <w:cnfStyle w:val="100000000000" w:firstRow="1" w:lastRow="0" w:firstColumn="0" w:lastColumn="0" w:oddVBand="0" w:evenVBand="0" w:oddHBand="0" w:evenHBand="0" w:firstRowFirstColumn="0" w:firstRowLastColumn="0" w:lastRowFirstColumn="0" w:lastRowLastColumn="0"/>
              <w:rPr>
                <w:highlight w:val="green"/>
              </w:rPr>
            </w:pPr>
            <w:r>
              <w:t>Mgr. Lenka Dieguezová, podnikový právník</w:t>
            </w:r>
          </w:p>
        </w:tc>
      </w:tr>
      <w:tr w:rsidR="008A31E9" w:rsidRPr="00F95FBD" w14:paraId="645B603A" w14:textId="77777777" w:rsidTr="00683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C29B04" w14:textId="77777777" w:rsidR="008A31E9" w:rsidRPr="008175E5" w:rsidRDefault="008A31E9" w:rsidP="00683EEC">
            <w:pPr>
              <w:pStyle w:val="Tabulka"/>
              <w:rPr>
                <w:rStyle w:val="Nadpisvtabulce"/>
                <w:b w:val="0"/>
              </w:rPr>
            </w:pPr>
            <w:r w:rsidRPr="008175E5">
              <w:rPr>
                <w:rStyle w:val="Nadpisvtabulce"/>
                <w:b w:val="0"/>
              </w:rPr>
              <w:t>Adresa</w:t>
            </w:r>
          </w:p>
        </w:tc>
        <w:tc>
          <w:tcPr>
            <w:tcW w:w="5812" w:type="dxa"/>
            <w:vAlign w:val="top"/>
          </w:tcPr>
          <w:p w14:paraId="0CC1DF71" w14:textId="77777777" w:rsidR="008A31E9" w:rsidRDefault="008A31E9" w:rsidP="00683EE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4A5B69D" w14:textId="77777777" w:rsidR="008A31E9" w:rsidRPr="00E83F86" w:rsidRDefault="008A31E9" w:rsidP="00683EE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A31E9" w:rsidRPr="00F95FBD" w14:paraId="14C9930C" w14:textId="77777777" w:rsidTr="00683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877DF2" w14:textId="77777777" w:rsidR="008A31E9" w:rsidRPr="00F95FBD" w:rsidRDefault="008A31E9" w:rsidP="00683EEC">
            <w:pPr>
              <w:pStyle w:val="Tabulka"/>
            </w:pPr>
            <w:r w:rsidRPr="00F95FBD">
              <w:t>E-mail</w:t>
            </w:r>
          </w:p>
        </w:tc>
        <w:tc>
          <w:tcPr>
            <w:tcW w:w="5812" w:type="dxa"/>
            <w:vAlign w:val="top"/>
          </w:tcPr>
          <w:p w14:paraId="08F75D79" w14:textId="1041B260" w:rsidR="008A31E9" w:rsidRPr="004C365B" w:rsidRDefault="00A540EE" w:rsidP="00683EEC">
            <w:pPr>
              <w:pStyle w:val="Tabulka"/>
              <w:cnfStyle w:val="000000000000" w:firstRow="0" w:lastRow="0" w:firstColumn="0" w:lastColumn="0" w:oddVBand="0" w:evenVBand="0" w:oddHBand="0" w:evenHBand="0" w:firstRowFirstColumn="0" w:firstRowLastColumn="0" w:lastRowFirstColumn="0" w:lastRowLastColumn="0"/>
            </w:pPr>
            <w:hyperlink r:id="rId32" w:history="1">
              <w:r w:rsidR="008A31E9" w:rsidRPr="00BE36FB">
                <w:rPr>
                  <w:rStyle w:val="Hypertextovodkaz"/>
                  <w:noProof w:val="0"/>
                </w:rPr>
                <w:t>Dieguezova@spravazeleznic.cz</w:t>
              </w:r>
            </w:hyperlink>
          </w:p>
        </w:tc>
      </w:tr>
      <w:tr w:rsidR="008A31E9" w:rsidRPr="00F95FBD" w14:paraId="16116CF3" w14:textId="77777777" w:rsidTr="00683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1AEDA8" w14:textId="77777777" w:rsidR="008A31E9" w:rsidRPr="00F95FBD" w:rsidRDefault="008A31E9" w:rsidP="00683EEC">
            <w:pPr>
              <w:pStyle w:val="Tabulka"/>
            </w:pPr>
            <w:r w:rsidRPr="00F95FBD">
              <w:t>Telefon</w:t>
            </w:r>
          </w:p>
        </w:tc>
        <w:tc>
          <w:tcPr>
            <w:tcW w:w="5812" w:type="dxa"/>
            <w:vAlign w:val="top"/>
          </w:tcPr>
          <w:p w14:paraId="681C05A5" w14:textId="229108D5" w:rsidR="008A31E9" w:rsidRPr="00E83F86" w:rsidRDefault="008A31E9" w:rsidP="00683E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5258">
              <w:t>+420 724 932 386</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A31E9"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38394A60" w:rsidR="008A31E9" w:rsidRPr="00F95FBD" w:rsidRDefault="008A31E9" w:rsidP="008A31E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22E602EF" w:rsidR="008A31E9" w:rsidRPr="001F518E" w:rsidRDefault="008A31E9" w:rsidP="008A31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A2773">
              <w:t xml:space="preserve">Ing. </w:t>
            </w:r>
            <w:r>
              <w:t>Michaela Hanová</w:t>
            </w:r>
          </w:p>
        </w:tc>
      </w:tr>
      <w:tr w:rsidR="008A31E9"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66923CEA" w:rsidR="008A31E9" w:rsidRPr="00F95FBD" w:rsidRDefault="008A31E9" w:rsidP="008A31E9">
            <w:pPr>
              <w:pStyle w:val="Tabulka"/>
              <w:rPr>
                <w:rStyle w:val="Nadpisvtabulce"/>
                <w:b w:val="0"/>
              </w:rPr>
            </w:pPr>
            <w:r>
              <w:rPr>
                <w:rStyle w:val="Nadpisvtabulce"/>
                <w:b w:val="0"/>
              </w:rPr>
              <w:t>Adresa</w:t>
            </w:r>
          </w:p>
        </w:tc>
        <w:tc>
          <w:tcPr>
            <w:tcW w:w="5812" w:type="dxa"/>
            <w:vAlign w:val="top"/>
          </w:tcPr>
          <w:p w14:paraId="5E37546E" w14:textId="77777777" w:rsidR="008A31E9" w:rsidRPr="00EA2773" w:rsidRDefault="008A31E9" w:rsidP="008A31E9">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2888FB91" w14:textId="0BAEE724" w:rsidR="008A31E9" w:rsidRPr="001F518E" w:rsidRDefault="008A31E9" w:rsidP="008A31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8A31E9"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46D2885E" w:rsidR="008A31E9" w:rsidRPr="00F95FBD" w:rsidRDefault="008A31E9" w:rsidP="008A31E9">
            <w:pPr>
              <w:pStyle w:val="Tabulka"/>
            </w:pPr>
            <w:r w:rsidRPr="00F95FBD">
              <w:t>E-mail</w:t>
            </w:r>
          </w:p>
        </w:tc>
        <w:tc>
          <w:tcPr>
            <w:tcW w:w="5812" w:type="dxa"/>
            <w:vAlign w:val="top"/>
          </w:tcPr>
          <w:p w14:paraId="3645F343" w14:textId="77AB59BD" w:rsidR="008A31E9" w:rsidRPr="001F518E" w:rsidRDefault="00A540EE" w:rsidP="008A31E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8A31E9" w:rsidRPr="00E142D8">
                <w:rPr>
                  <w:rStyle w:val="Hypertextovodkaz"/>
                  <w:noProof w:val="0"/>
                </w:rPr>
                <w:t>HanovaM@spravazeleznic.cz</w:t>
              </w:r>
            </w:hyperlink>
            <w:r w:rsidR="008A31E9" w:rsidRPr="00EA2773">
              <w:t xml:space="preserve"> </w:t>
            </w:r>
          </w:p>
        </w:tc>
      </w:tr>
      <w:tr w:rsidR="008A31E9"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8CB78C1" w:rsidR="008A31E9" w:rsidRPr="00F95FBD" w:rsidRDefault="008A31E9" w:rsidP="008A31E9">
            <w:pPr>
              <w:pStyle w:val="Tabulka"/>
            </w:pPr>
            <w:r w:rsidRPr="00F95FBD">
              <w:t>Telefon</w:t>
            </w:r>
          </w:p>
        </w:tc>
        <w:tc>
          <w:tcPr>
            <w:tcW w:w="5812" w:type="dxa"/>
            <w:vAlign w:val="top"/>
          </w:tcPr>
          <w:p w14:paraId="45F343AE" w14:textId="4AA37E83" w:rsidR="008A31E9" w:rsidRPr="001F518E" w:rsidRDefault="008A31E9" w:rsidP="008A31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+420</w:t>
            </w:r>
            <w:r>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18030C" w:rsidRPr="00F95FBD" w14:paraId="5D8D2C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52B240" w14:textId="13F4B62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3FD96F4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18030C" w:rsidRPr="00F95FBD" w:rsidRDefault="0018030C" w:rsidP="0018030C">
            <w:pPr>
              <w:pStyle w:val="Tabulka"/>
            </w:pPr>
            <w:r w:rsidRPr="00F95FBD">
              <w:t>Adresa</w:t>
            </w:r>
          </w:p>
        </w:tc>
        <w:tc>
          <w:tcPr>
            <w:tcW w:w="5812" w:type="dxa"/>
            <w:vAlign w:val="top"/>
          </w:tcPr>
          <w:p w14:paraId="138A688C" w14:textId="498A86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54BC4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18030C" w:rsidRPr="00F95FBD" w:rsidRDefault="0018030C" w:rsidP="0018030C">
            <w:pPr>
              <w:pStyle w:val="Tabulka"/>
            </w:pPr>
            <w:r w:rsidRPr="00F95FBD">
              <w:t>E-mail</w:t>
            </w:r>
          </w:p>
        </w:tc>
        <w:tc>
          <w:tcPr>
            <w:tcW w:w="5812" w:type="dxa"/>
            <w:vAlign w:val="top"/>
          </w:tcPr>
          <w:p w14:paraId="7E3F12AC" w14:textId="1B1BCCC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45D1BB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18030C" w:rsidRPr="00F95FBD" w:rsidRDefault="0018030C" w:rsidP="0018030C">
            <w:pPr>
              <w:pStyle w:val="Tabulka"/>
            </w:pPr>
            <w:r w:rsidRPr="00F95FBD">
              <w:t>Telefon</w:t>
            </w:r>
          </w:p>
        </w:tc>
        <w:tc>
          <w:tcPr>
            <w:tcW w:w="5812" w:type="dxa"/>
            <w:vAlign w:val="top"/>
          </w:tcPr>
          <w:p w14:paraId="5B82D928" w14:textId="55F61F1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bl>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E576B">
              <w:rPr>
                <w:highlight w:val="yellow"/>
              </w:rPr>
              <w:t xml:space="preserve">Na toto místo bude jako minimální výše pojistného plnění vložena částka, která bude odpovídat výši Ceny Díla bez DPH, kterou </w:t>
            </w:r>
            <w:r w:rsidR="00306966" w:rsidRPr="00FE576B">
              <w:rPr>
                <w:highlight w:val="yellow"/>
              </w:rPr>
              <w:t xml:space="preserve">účastník výběrového řízení </w:t>
            </w:r>
            <w:r w:rsidRPr="00FE576B">
              <w:rPr>
                <w:highlight w:val="yellow"/>
              </w:rPr>
              <w:t>včlení do těla závazného vzoru Smlouvy předloženého</w:t>
            </w:r>
            <w:r w:rsidR="00A349C6" w:rsidRPr="00FE576B">
              <w:rPr>
                <w:highlight w:val="yellow"/>
              </w:rPr>
              <w:t xml:space="preserve"> v </w:t>
            </w:r>
            <w:r w:rsidRPr="00FE576B">
              <w:rPr>
                <w:highlight w:val="yellow"/>
              </w:rPr>
              <w:t xml:space="preserve">nabídce </w:t>
            </w:r>
            <w:r w:rsidR="00306966" w:rsidRPr="00FE576B">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41D976F"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inimálně</w:t>
            </w:r>
            <w:r w:rsidR="00FE576B">
              <w:t xml:space="preserve"> 17</w:t>
            </w:r>
            <w:r w:rsidR="00FE576B" w:rsidRPr="00FE576B">
              <w:t> </w:t>
            </w:r>
            <w:r w:rsidR="00FE576B">
              <w:t>5</w:t>
            </w:r>
            <w:r w:rsidR="00FE576B" w:rsidRPr="00FE576B">
              <w:t>00 000,-</w:t>
            </w:r>
            <w:r w:rsidRPr="00FE576B">
              <w:t xml:space="preserve"> Kč na</w:t>
            </w:r>
            <w:r w:rsidRPr="007C5289">
              <w:t xml:space="preserve"> jednu pojistnou událost</w:t>
            </w:r>
            <w:r w:rsidR="00A349C6">
              <w:t xml:space="preserve"> a</w:t>
            </w:r>
            <w:r w:rsidR="00FE576B">
              <w:t xml:space="preserve"> 35 000 000,-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FE576B">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7992C" w14:textId="77777777" w:rsidR="00DD370F" w:rsidRDefault="00DD370F" w:rsidP="00962258">
      <w:pPr>
        <w:spacing w:after="0" w:line="240" w:lineRule="auto"/>
      </w:pPr>
      <w:r>
        <w:separator/>
      </w:r>
    </w:p>
  </w:endnote>
  <w:endnote w:type="continuationSeparator" w:id="0">
    <w:p w14:paraId="525E02BD" w14:textId="77777777" w:rsidR="00DD370F" w:rsidRDefault="00DD37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5D38EB8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6C06EF0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DB80105"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540EE">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2C569AF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2629755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06F247B0"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1F996F1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540EE">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4DD178D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27D1AED5" w14:textId="514F8C14" w:rsidR="003E7501" w:rsidRPr="00CA0EA6" w:rsidRDefault="003E7501" w:rsidP="00CA0EA6">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2B859BD9"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25D82B9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3E7D644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40EE">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45EAC" w14:textId="77777777" w:rsidR="00DD370F" w:rsidRDefault="00DD370F" w:rsidP="00962258">
      <w:pPr>
        <w:spacing w:after="0" w:line="240" w:lineRule="auto"/>
      </w:pPr>
      <w:r>
        <w:separator/>
      </w:r>
    </w:p>
  </w:footnote>
  <w:footnote w:type="continuationSeparator" w:id="0">
    <w:p w14:paraId="711E352F" w14:textId="77777777" w:rsidR="00DD370F" w:rsidRDefault="00DD37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3B93"/>
    <w:rsid w:val="0006588D"/>
    <w:rsid w:val="00067A5E"/>
    <w:rsid w:val="000719BB"/>
    <w:rsid w:val="00072A65"/>
    <w:rsid w:val="00072C1E"/>
    <w:rsid w:val="0008335F"/>
    <w:rsid w:val="00095002"/>
    <w:rsid w:val="000B4EB8"/>
    <w:rsid w:val="000B5425"/>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0D04"/>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43B50"/>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23B9"/>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3EA8"/>
    <w:rsid w:val="008447DA"/>
    <w:rsid w:val="00846789"/>
    <w:rsid w:val="00850680"/>
    <w:rsid w:val="00850B67"/>
    <w:rsid w:val="0085169E"/>
    <w:rsid w:val="00855446"/>
    <w:rsid w:val="00866994"/>
    <w:rsid w:val="00883098"/>
    <w:rsid w:val="00884582"/>
    <w:rsid w:val="0089098F"/>
    <w:rsid w:val="008A31E9"/>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416E"/>
    <w:rsid w:val="00A453A8"/>
    <w:rsid w:val="00A50641"/>
    <w:rsid w:val="00A530BF"/>
    <w:rsid w:val="00A540EE"/>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1452"/>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A0EA6"/>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0808"/>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370F"/>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4EED"/>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576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Hanova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Dieguez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24</TotalTime>
  <Pages>32</Pages>
  <Words>6683</Words>
  <Characters>39430</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cp:revision>
  <cp:lastPrinted>2021-01-26T08:00:00Z</cp:lastPrinted>
  <dcterms:created xsi:type="dcterms:W3CDTF">2024-01-26T06:53:00Z</dcterms:created>
  <dcterms:modified xsi:type="dcterms:W3CDTF">2024-08-28T10:34:00Z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